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237" w:rsidRDefault="006642F6" w:rsidP="006642F6">
      <w:pPr>
        <w:jc w:val="center"/>
      </w:pPr>
      <w:bookmarkStart w:id="0" w:name="_GoBack"/>
      <w:bookmarkEnd w:id="0"/>
      <w:r>
        <w:t>Civil war battles</w:t>
      </w:r>
    </w:p>
    <w:p w:rsidR="006642F6" w:rsidRDefault="006642F6" w:rsidP="006642F6">
      <w:pPr>
        <w:pStyle w:val="ListParagraph"/>
        <w:jc w:val="center"/>
      </w:pPr>
    </w:p>
    <w:p w:rsidR="006642F6" w:rsidRDefault="006642F6" w:rsidP="006642F6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Union: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Mobile, AL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Pea Ridge, AR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Shiloh, TN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Gettysburg, PA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Appomattox, VA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Harpers Ferry, VA</w:t>
      </w:r>
    </w:p>
    <w:p w:rsidR="006642F6" w:rsidRDefault="006642F6" w:rsidP="006642F6">
      <w:pPr>
        <w:pStyle w:val="ListParagraph"/>
        <w:numPr>
          <w:ilvl w:val="0"/>
          <w:numId w:val="5"/>
        </w:numPr>
      </w:pPr>
      <w:r>
        <w:t>Antietam, MD</w:t>
      </w:r>
    </w:p>
    <w:p w:rsidR="006642F6" w:rsidRDefault="006642F6" w:rsidP="006642F6">
      <w:pPr>
        <w:ind w:left="720"/>
      </w:pPr>
      <w:r>
        <w:tab/>
      </w:r>
      <w:r>
        <w:tab/>
      </w:r>
      <w:r>
        <w:tab/>
      </w:r>
      <w:r>
        <w:tab/>
      </w:r>
      <w:r>
        <w:tab/>
        <w:t>Confederate:</w:t>
      </w:r>
    </w:p>
    <w:p w:rsidR="006642F6" w:rsidRDefault="006642F6" w:rsidP="006642F6">
      <w:pPr>
        <w:pStyle w:val="ListParagraph"/>
        <w:numPr>
          <w:ilvl w:val="0"/>
          <w:numId w:val="6"/>
        </w:numPr>
      </w:pPr>
      <w:r>
        <w:t>Savannah, SC</w:t>
      </w:r>
    </w:p>
    <w:p w:rsidR="006642F6" w:rsidRDefault="006642F6" w:rsidP="006642F6">
      <w:pPr>
        <w:pStyle w:val="ListParagraph"/>
        <w:numPr>
          <w:ilvl w:val="0"/>
          <w:numId w:val="6"/>
        </w:numPr>
      </w:pPr>
      <w:r>
        <w:t>Charlestown, SC</w:t>
      </w:r>
    </w:p>
    <w:p w:rsidR="006642F6" w:rsidRDefault="006642F6" w:rsidP="006642F6">
      <w:pPr>
        <w:pStyle w:val="ListParagraph"/>
        <w:numPr>
          <w:ilvl w:val="0"/>
          <w:numId w:val="6"/>
        </w:numPr>
      </w:pPr>
      <w:r>
        <w:t>Chickamauga, GA</w:t>
      </w:r>
    </w:p>
    <w:p w:rsidR="006642F6" w:rsidRDefault="006642F6" w:rsidP="006642F6">
      <w:pPr>
        <w:pStyle w:val="ListParagraph"/>
        <w:numPr>
          <w:ilvl w:val="0"/>
          <w:numId w:val="6"/>
        </w:numPr>
      </w:pPr>
      <w:r>
        <w:t>Vicksburg, MS</w:t>
      </w:r>
    </w:p>
    <w:p w:rsidR="006642F6" w:rsidRDefault="006642F6" w:rsidP="006642F6">
      <w:pPr>
        <w:pStyle w:val="ListParagraph"/>
        <w:numPr>
          <w:ilvl w:val="0"/>
          <w:numId w:val="6"/>
        </w:numPr>
      </w:pPr>
      <w:r>
        <w:t>Port Hudson, LA</w:t>
      </w:r>
    </w:p>
    <w:p w:rsidR="006642F6" w:rsidRDefault="006642F6" w:rsidP="006642F6">
      <w:pPr>
        <w:pStyle w:val="ListParagraph"/>
        <w:numPr>
          <w:ilvl w:val="0"/>
          <w:numId w:val="6"/>
        </w:numPr>
      </w:pPr>
      <w:r>
        <w:t>Wilsons Creek, MO</w:t>
      </w:r>
    </w:p>
    <w:p w:rsidR="006642F6" w:rsidRDefault="00A54930" w:rsidP="006642F6">
      <w:pPr>
        <w:pStyle w:val="ListParagraph"/>
        <w:numPr>
          <w:ilvl w:val="0"/>
          <w:numId w:val="6"/>
        </w:numPr>
      </w:pPr>
      <w:r>
        <w:t>Franklin, TN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Nashville, TN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Chattanooga, TN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Petersburg, VA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Manassas, VA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Brandy Station, VA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Chancellorsville, VA</w:t>
      </w:r>
    </w:p>
    <w:p w:rsidR="00A54930" w:rsidRDefault="00A54930" w:rsidP="006642F6">
      <w:pPr>
        <w:pStyle w:val="ListParagraph"/>
        <w:numPr>
          <w:ilvl w:val="0"/>
          <w:numId w:val="6"/>
        </w:numPr>
      </w:pPr>
      <w:r>
        <w:t>Perryville, KY</w:t>
      </w:r>
    </w:p>
    <w:p w:rsidR="006642F6" w:rsidRDefault="006642F6" w:rsidP="006642F6">
      <w:pPr>
        <w:pStyle w:val="ListParagraph"/>
      </w:pPr>
    </w:p>
    <w:sectPr w:rsidR="00664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84E"/>
    <w:multiLevelType w:val="hybridMultilevel"/>
    <w:tmpl w:val="430C99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164C37"/>
    <w:multiLevelType w:val="hybridMultilevel"/>
    <w:tmpl w:val="247E8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91740"/>
    <w:multiLevelType w:val="hybridMultilevel"/>
    <w:tmpl w:val="68F87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64E43"/>
    <w:multiLevelType w:val="hybridMultilevel"/>
    <w:tmpl w:val="28246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E2791"/>
    <w:multiLevelType w:val="hybridMultilevel"/>
    <w:tmpl w:val="5D0E5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A5E90"/>
    <w:multiLevelType w:val="hybridMultilevel"/>
    <w:tmpl w:val="9F2034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42"/>
    <w:rsid w:val="00161242"/>
    <w:rsid w:val="006642F6"/>
    <w:rsid w:val="006860E8"/>
    <w:rsid w:val="00701237"/>
    <w:rsid w:val="00A5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9EFF9A1B.dotm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Fritz</dc:creator>
  <cp:lastModifiedBy>admin</cp:lastModifiedBy>
  <cp:revision>2</cp:revision>
  <dcterms:created xsi:type="dcterms:W3CDTF">2012-03-29T19:20:00Z</dcterms:created>
  <dcterms:modified xsi:type="dcterms:W3CDTF">2012-03-29T19:20:00Z</dcterms:modified>
</cp:coreProperties>
</file>